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 w:line="240" w:lineRule="auto"/>
        <w:jc w:val="center"/>
        <w:rPr>
          <w:rFonts w:ascii="方正小标宋_GBK" w:eastAsia="方正小标宋_GBK" w:cs="Times New Roman"/>
          <w:b w:val="0"/>
          <w:bCs w:val="0"/>
          <w:kern w:val="0"/>
        </w:rPr>
      </w:pPr>
    </w:p>
    <w:p/>
    <w:p>
      <w:pPr>
        <w:pStyle w:val="2"/>
        <w:spacing w:before="0" w:after="0" w:line="240" w:lineRule="auto"/>
        <w:jc w:val="center"/>
        <w:rPr>
          <w:rFonts w:hint="eastAsia" w:ascii="宋体" w:hAnsi="宋体" w:eastAsia="宋体" w:cs="宋体"/>
          <w:b/>
          <w:bCs/>
          <w:kern w:val="0"/>
        </w:rPr>
      </w:pPr>
      <w:r>
        <w:rPr>
          <w:rFonts w:hint="eastAsia" w:ascii="宋体" w:hAnsi="宋体" w:cs="宋体"/>
          <w:b/>
          <w:bCs/>
          <w:kern w:val="0"/>
          <w:lang w:val="en-US" w:eastAsia="zh-CN"/>
        </w:rPr>
        <w:t>上海工程技术</w:t>
      </w:r>
      <w:r>
        <w:rPr>
          <w:rFonts w:hint="eastAsia" w:ascii="宋体" w:hAnsi="宋体" w:eastAsia="宋体" w:cs="宋体"/>
          <w:b/>
          <w:bCs/>
          <w:kern w:val="0"/>
        </w:rPr>
        <w:t>大学专业学位类别（领域）</w:t>
      </w:r>
    </w:p>
    <w:p>
      <w:pPr>
        <w:pStyle w:val="2"/>
        <w:spacing w:before="0" w:after="0" w:line="240" w:lineRule="auto"/>
        <w:jc w:val="center"/>
        <w:rPr>
          <w:rFonts w:ascii="方正小标宋_GBK" w:eastAsia="方正小标宋_GBK" w:cs="Times New Roman"/>
          <w:b w:val="0"/>
          <w:bCs w:val="0"/>
          <w:kern w:val="0"/>
        </w:rPr>
      </w:pPr>
      <w:r>
        <w:rPr>
          <w:rFonts w:hint="eastAsia" w:ascii="宋体" w:hAnsi="宋体" w:eastAsia="宋体" w:cs="宋体"/>
          <w:b/>
          <w:bCs/>
          <w:kern w:val="0"/>
        </w:rPr>
        <w:t>专业实践工作方案</w:t>
      </w:r>
    </w:p>
    <w:p>
      <w:pPr>
        <w:autoSpaceDE w:val="0"/>
        <w:autoSpaceDN w:val="0"/>
        <w:adjustRightInd w:val="0"/>
        <w:ind w:left="-141" w:leftChars="-67" w:firstLine="150" w:firstLineChars="50"/>
        <w:jc w:val="left"/>
        <w:rPr>
          <w:rFonts w:ascii="仿宋_GB2312" w:eastAsia="仿宋_GB2312" w:cs="仿宋_GB2312"/>
          <w:kern w:val="0"/>
          <w:sz w:val="30"/>
          <w:szCs w:val="30"/>
        </w:rPr>
      </w:pPr>
      <w:r>
        <w:rPr>
          <w:rFonts w:ascii="仿宋_GB2312" w:eastAsia="仿宋_GB2312" w:cs="仿宋_GB2312"/>
          <w:kern w:val="0"/>
          <w:sz w:val="30"/>
          <w:szCs w:val="30"/>
        </w:rPr>
        <w:t xml:space="preserve"> </w:t>
      </w:r>
    </w:p>
    <w:p>
      <w:pPr>
        <w:autoSpaceDE w:val="0"/>
        <w:autoSpaceDN w:val="0"/>
        <w:adjustRightInd w:val="0"/>
        <w:ind w:left="-141" w:leftChars="-67" w:firstLine="150" w:firstLineChars="50"/>
        <w:jc w:val="left"/>
        <w:rPr>
          <w:rFonts w:ascii="仿宋_GB2312" w:eastAsia="仿宋_GB2312" w:cs="仿宋_GB2312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ind w:left="-141" w:leftChars="-67" w:firstLine="150" w:firstLineChars="50"/>
        <w:jc w:val="left"/>
        <w:rPr>
          <w:rFonts w:ascii="仿宋_GB2312" w:eastAsia="仿宋_GB2312" w:cs="仿宋_GB2312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ind w:left="-141" w:leftChars="-67" w:firstLine="150" w:firstLineChars="50"/>
        <w:jc w:val="left"/>
        <w:rPr>
          <w:rFonts w:ascii="仿宋_GB2312" w:eastAsia="仿宋_GB2312" w:cs="仿宋_GB2312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ind w:left="-141" w:leftChars="-67" w:firstLine="150" w:firstLineChars="50"/>
        <w:jc w:val="left"/>
        <w:rPr>
          <w:rFonts w:ascii="仿宋_GB2312" w:eastAsia="仿宋_GB2312" w:cs="仿宋_GB2312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ind w:left="-141" w:leftChars="-67" w:firstLine="800" w:firstLineChars="250"/>
        <w:jc w:val="left"/>
        <w:rPr>
          <w:rFonts w:hint="eastAsia" w:asci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专业学位类别</w:t>
      </w:r>
      <w:r>
        <w:rPr>
          <w:rFonts w:hint="eastAsia" w:ascii="仿宋_GB2312" w:eastAsia="仿宋_GB2312" w:cs="仿宋_GB2312"/>
          <w:kern w:val="0"/>
          <w:sz w:val="32"/>
          <w:szCs w:val="32"/>
          <w:lang w:eastAsia="zh-CN"/>
        </w:rPr>
        <w:t>（</w:t>
      </w:r>
      <w:r>
        <w:rPr>
          <w:rFonts w:hint="eastAsia" w:ascii="仿宋_GB2312" w:eastAsia="仿宋_GB2312" w:cs="仿宋_GB2312"/>
          <w:kern w:val="0"/>
          <w:sz w:val="32"/>
          <w:szCs w:val="32"/>
          <w:lang w:val="en-US" w:eastAsia="zh-CN"/>
        </w:rPr>
        <w:t>领域</w:t>
      </w:r>
      <w:r>
        <w:rPr>
          <w:rFonts w:hint="eastAsia" w:ascii="仿宋_GB2312" w:eastAsia="仿宋_GB2312" w:cs="仿宋_GB2312"/>
          <w:kern w:val="0"/>
          <w:sz w:val="32"/>
          <w:szCs w:val="32"/>
          <w:lang w:eastAsia="zh-CN"/>
        </w:rPr>
        <w:t>）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：</w:t>
      </w:r>
    </w:p>
    <w:p>
      <w:pPr>
        <w:autoSpaceDE w:val="0"/>
        <w:autoSpaceDN w:val="0"/>
        <w:adjustRightInd w:val="0"/>
        <w:ind w:left="-141" w:leftChars="-67" w:firstLine="800" w:firstLineChars="25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所在学院</w:t>
      </w:r>
      <w:r>
        <w:rPr>
          <w:rFonts w:ascii="仿宋_GB2312" w:eastAsia="仿宋_GB2312" w:cs="仿宋_GB2312"/>
          <w:kern w:val="0"/>
          <w:sz w:val="32"/>
          <w:szCs w:val="32"/>
        </w:rPr>
        <w:t>(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公章</w:t>
      </w:r>
      <w:r>
        <w:rPr>
          <w:rFonts w:ascii="仿宋_GB2312" w:eastAsia="仿宋_GB2312" w:cs="仿宋_GB2312"/>
          <w:kern w:val="0"/>
          <w:sz w:val="32"/>
          <w:szCs w:val="32"/>
        </w:rPr>
        <w:t>)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：</w:t>
      </w:r>
    </w:p>
    <w:p>
      <w:pPr>
        <w:autoSpaceDE w:val="0"/>
        <w:autoSpaceDN w:val="0"/>
        <w:adjustRightInd w:val="0"/>
        <w:ind w:left="-141" w:leftChars="-67" w:firstLine="800" w:firstLineChars="25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负</w:t>
      </w:r>
      <w:r>
        <w:rPr>
          <w:rFonts w:ascii="仿宋_GB2312" w:eastAsia="仿宋_GB2312" w:cs="仿宋_GB2312"/>
          <w:kern w:val="0"/>
          <w:sz w:val="32"/>
          <w:szCs w:val="32"/>
        </w:rPr>
        <w:t xml:space="preserve">   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责</w:t>
      </w:r>
      <w:r>
        <w:rPr>
          <w:rFonts w:ascii="仿宋_GB2312" w:eastAsia="仿宋_GB2312" w:cs="仿宋_GB2312"/>
          <w:kern w:val="0"/>
          <w:sz w:val="32"/>
          <w:szCs w:val="32"/>
        </w:rPr>
        <w:t xml:space="preserve">   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人：</w:t>
      </w:r>
    </w:p>
    <w:p>
      <w:pPr>
        <w:autoSpaceDE w:val="0"/>
        <w:autoSpaceDN w:val="0"/>
        <w:adjustRightInd w:val="0"/>
        <w:ind w:left="-141" w:leftChars="-67" w:firstLine="800" w:firstLineChars="25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eastAsia="仿宋_GB2312" w:cs="仿宋_GB2312"/>
          <w:kern w:val="0"/>
          <w:sz w:val="32"/>
          <w:szCs w:val="32"/>
        </w:rPr>
        <w:t>联</w:t>
      </w:r>
      <w:r>
        <w:rPr>
          <w:rFonts w:ascii="仿宋_GB2312" w:eastAsia="仿宋_GB2312" w:cs="仿宋_GB2312"/>
          <w:kern w:val="0"/>
          <w:sz w:val="32"/>
          <w:szCs w:val="32"/>
        </w:rPr>
        <w:t xml:space="preserve">   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系</w:t>
      </w:r>
      <w:r>
        <w:rPr>
          <w:rFonts w:ascii="仿宋_GB2312" w:eastAsia="仿宋_GB2312" w:cs="仿宋_GB2312"/>
          <w:kern w:val="0"/>
          <w:sz w:val="32"/>
          <w:szCs w:val="32"/>
        </w:rPr>
        <w:t xml:space="preserve">   </w:t>
      </w:r>
      <w:r>
        <w:rPr>
          <w:rFonts w:hint="eastAsia" w:ascii="仿宋_GB2312" w:eastAsia="仿宋_GB2312" w:cs="仿宋_GB2312"/>
          <w:kern w:val="0"/>
          <w:sz w:val="32"/>
          <w:szCs w:val="32"/>
        </w:rPr>
        <w:t>人：</w:t>
      </w:r>
    </w:p>
    <w:p>
      <w:pPr>
        <w:autoSpaceDE w:val="0"/>
        <w:autoSpaceDN w:val="0"/>
        <w:adjustRightInd w:val="0"/>
        <w:rPr>
          <w:rFonts w:ascii="仿宋_GB2312" w:eastAsia="仿宋_GB2312" w:cs="Times New Roman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rPr>
          <w:rFonts w:ascii="仿宋_GB2312" w:eastAsia="仿宋_GB2312" w:cs="Times New Roman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rPr>
          <w:rFonts w:ascii="仿宋_GB2312" w:eastAsia="仿宋_GB2312" w:cs="Times New Roman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rPr>
          <w:rFonts w:ascii="仿宋_GB2312" w:eastAsia="仿宋_GB2312" w:cs="Times New Roman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jc w:val="center"/>
        <w:rPr>
          <w:rFonts w:ascii="仿宋_GB2312" w:eastAsia="仿宋_GB2312" w:cs="Times New Roman"/>
          <w:kern w:val="0"/>
          <w:sz w:val="36"/>
          <w:szCs w:val="36"/>
        </w:rPr>
      </w:pPr>
      <w:r>
        <w:rPr>
          <w:rFonts w:hint="eastAsia" w:ascii="仿宋_GB2312" w:eastAsia="仿宋_GB2312" w:cs="仿宋_GB2312"/>
          <w:kern w:val="0"/>
          <w:sz w:val="36"/>
          <w:szCs w:val="36"/>
        </w:rPr>
        <w:t>二〇二</w:t>
      </w:r>
      <w:r>
        <w:rPr>
          <w:rFonts w:hint="eastAsia" w:ascii="仿宋_GB2312" w:eastAsia="仿宋_GB2312" w:cs="仿宋_GB2312"/>
          <w:kern w:val="0"/>
          <w:sz w:val="36"/>
          <w:szCs w:val="36"/>
          <w:lang w:val="en-US" w:eastAsia="zh-CN"/>
        </w:rPr>
        <w:t>四</w:t>
      </w:r>
      <w:r>
        <w:rPr>
          <w:rFonts w:hint="eastAsia" w:ascii="仿宋_GB2312" w:eastAsia="仿宋_GB2312" w:cs="仿宋_GB2312"/>
          <w:kern w:val="0"/>
          <w:sz w:val="36"/>
          <w:szCs w:val="36"/>
        </w:rPr>
        <w:t xml:space="preserve"> 年</w:t>
      </w:r>
      <w:r>
        <w:rPr>
          <w:rFonts w:ascii="仿宋_GB2312" w:eastAsia="仿宋_GB2312" w:cs="仿宋_GB2312"/>
          <w:kern w:val="0"/>
          <w:sz w:val="36"/>
          <w:szCs w:val="36"/>
        </w:rPr>
        <w:t xml:space="preserve">  </w:t>
      </w:r>
      <w:r>
        <w:rPr>
          <w:rFonts w:hint="eastAsia" w:ascii="仿宋_GB2312" w:eastAsia="仿宋_GB2312" w:cs="仿宋_GB2312"/>
          <w:kern w:val="0"/>
          <w:sz w:val="36"/>
          <w:szCs w:val="36"/>
        </w:rPr>
        <w:t>月</w:t>
      </w:r>
    </w:p>
    <w:p>
      <w:pPr>
        <w:autoSpaceDE w:val="0"/>
        <w:autoSpaceDN w:val="0"/>
        <w:adjustRightInd w:val="0"/>
        <w:jc w:val="center"/>
        <w:rPr>
          <w:rFonts w:ascii="仿宋_GB2312" w:eastAsia="仿宋_GB2312" w:cs="Times New Roman"/>
          <w:kern w:val="0"/>
          <w:sz w:val="36"/>
          <w:szCs w:val="36"/>
        </w:rPr>
      </w:pPr>
    </w:p>
    <w:p>
      <w:pPr>
        <w:autoSpaceDE w:val="0"/>
        <w:autoSpaceDN w:val="0"/>
        <w:adjustRightInd w:val="0"/>
        <w:jc w:val="center"/>
        <w:rPr>
          <w:rFonts w:ascii="仿宋_GB2312" w:eastAsia="仿宋_GB2312" w:cs="Times New Roman"/>
          <w:kern w:val="0"/>
          <w:sz w:val="36"/>
          <w:szCs w:val="36"/>
        </w:rPr>
      </w:pPr>
    </w:p>
    <w:p>
      <w:pPr>
        <w:autoSpaceDE w:val="0"/>
        <w:autoSpaceDN w:val="0"/>
        <w:adjustRightInd w:val="0"/>
        <w:rPr>
          <w:rFonts w:ascii="仿宋_GB2312" w:eastAsia="仿宋_GB2312" w:cs="Times New Roman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jc w:val="center"/>
        <w:rPr>
          <w:rFonts w:hint="eastAsia" w:ascii="方正小标宋_GBK" w:eastAsia="方正小标宋_GBK" w:cs="方正小标宋_GBK"/>
          <w:kern w:val="0"/>
          <w:sz w:val="44"/>
          <w:szCs w:val="44"/>
        </w:rPr>
      </w:pPr>
      <w:r>
        <w:rPr>
          <w:rFonts w:hint="eastAsia" w:ascii="方正小标宋_GBK" w:eastAsia="方正小标宋_GBK" w:cs="方正小标宋_GBK"/>
          <w:kern w:val="0"/>
          <w:sz w:val="44"/>
          <w:szCs w:val="44"/>
        </w:rPr>
        <w:br w:type="page"/>
      </w:r>
      <w:r>
        <w:rPr>
          <w:rFonts w:hint="eastAsia" w:ascii="方正小标宋_GBK" w:eastAsia="方正小标宋_GBK" w:cs="方正小标宋_GBK"/>
          <w:kern w:val="0"/>
          <w:sz w:val="44"/>
          <w:szCs w:val="44"/>
        </w:rPr>
        <w:t>专业实践工作方案</w:t>
      </w:r>
    </w:p>
    <w:p>
      <w:pPr>
        <w:autoSpaceDE w:val="0"/>
        <w:autoSpaceDN w:val="0"/>
        <w:adjustRightInd w:val="0"/>
        <w:jc w:val="center"/>
        <w:rPr>
          <w:rFonts w:hint="eastAsia" w:ascii="方正小标宋_GBK" w:eastAsia="方正小标宋_GBK" w:cs="方正小标宋_GBK"/>
          <w:kern w:val="0"/>
          <w:sz w:val="44"/>
          <w:szCs w:val="44"/>
        </w:rPr>
      </w:pPr>
    </w:p>
    <w:p>
      <w:pPr>
        <w:autoSpaceDE w:val="0"/>
        <w:autoSpaceDN w:val="0"/>
        <w:adjustRightInd w:val="0"/>
        <w:ind w:left="-141" w:leftChars="-67" w:firstLine="141" w:firstLineChars="50"/>
        <w:rPr>
          <w:rFonts w:ascii="宋体" w:cs="Times New Roman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一、专业实践的目的</w:t>
      </w:r>
    </w:p>
    <w:p>
      <w:pPr>
        <w:autoSpaceDE w:val="0"/>
        <w:autoSpaceDN w:val="0"/>
        <w:adjustRightInd w:val="0"/>
        <w:ind w:left="-141" w:leftChars="-67" w:firstLine="141" w:firstLineChars="50"/>
        <w:rPr>
          <w:rFonts w:hint="eastAsia" w:ascii="宋体" w:eastAsia="宋体" w:cs="Times New Roman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二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、专业实践指导小组成员及分工</w:t>
      </w:r>
    </w:p>
    <w:p>
      <w:pPr>
        <w:autoSpaceDE w:val="0"/>
        <w:autoSpaceDN w:val="0"/>
        <w:adjustRightInd w:val="0"/>
        <w:ind w:left="-141" w:leftChars="-67" w:firstLine="141" w:firstLineChars="50"/>
        <w:rPr>
          <w:rFonts w:ascii="宋体" w:cs="Times New Roman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三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、专业实践的内容与要求</w:t>
      </w:r>
    </w:p>
    <w:p>
      <w:pPr>
        <w:autoSpaceDE w:val="0"/>
        <w:autoSpaceDN w:val="0"/>
        <w:adjustRightInd w:val="0"/>
        <w:ind w:left="-141" w:leftChars="-67" w:firstLine="141" w:firstLineChars="50"/>
        <w:rPr>
          <w:rFonts w:ascii="宋体" w:cs="Times New Roman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四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、专业实践的时间、地点安排</w:t>
      </w:r>
    </w:p>
    <w:p>
      <w:pPr>
        <w:autoSpaceDE w:val="0"/>
        <w:autoSpaceDN w:val="0"/>
        <w:adjustRightInd w:val="0"/>
        <w:ind w:left="-141" w:leftChars="-67" w:firstLine="141" w:firstLineChars="50"/>
        <w:rPr>
          <w:rFonts w:hint="eastAsia"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五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、专业实践综合能力和实践报告要求</w:t>
      </w:r>
    </w:p>
    <w:p>
      <w:pPr>
        <w:autoSpaceDE w:val="0"/>
        <w:autoSpaceDN w:val="0"/>
        <w:adjustRightInd w:val="0"/>
        <w:ind w:left="-141" w:leftChars="-67" w:firstLine="141" w:firstLineChars="50"/>
        <w:rPr>
          <w:rFonts w:hint="default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六、其它</w:t>
      </w:r>
    </w:p>
    <w:p>
      <w:pPr>
        <w:autoSpaceDE w:val="0"/>
        <w:autoSpaceDN w:val="0"/>
        <w:adjustRightInd w:val="0"/>
        <w:jc w:val="left"/>
        <w:rPr>
          <w:rFonts w:ascii="宋体" w:cs="Times New Roman"/>
          <w:kern w:val="0"/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06" w:h="16838"/>
      <w:pgMar w:top="1588" w:right="1416" w:bottom="1588" w:left="18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5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WM5YTVmMjA5MjFkM2EzZWUxMjM4ZjhjNTJmZjU3NDQifQ=="/>
  </w:docVars>
  <w:rsids>
    <w:rsidRoot w:val="007260C7"/>
    <w:rsid w:val="002119A0"/>
    <w:rsid w:val="00307A95"/>
    <w:rsid w:val="003A65F3"/>
    <w:rsid w:val="003E2CAC"/>
    <w:rsid w:val="004411E9"/>
    <w:rsid w:val="004C7F63"/>
    <w:rsid w:val="005400EE"/>
    <w:rsid w:val="005C132D"/>
    <w:rsid w:val="006655EF"/>
    <w:rsid w:val="00681055"/>
    <w:rsid w:val="007260C7"/>
    <w:rsid w:val="00777F5C"/>
    <w:rsid w:val="007B699F"/>
    <w:rsid w:val="007D328C"/>
    <w:rsid w:val="008200ED"/>
    <w:rsid w:val="008D7AB0"/>
    <w:rsid w:val="0090473F"/>
    <w:rsid w:val="00A044B2"/>
    <w:rsid w:val="00A245F8"/>
    <w:rsid w:val="00B765A0"/>
    <w:rsid w:val="00BF3474"/>
    <w:rsid w:val="00CA0E48"/>
    <w:rsid w:val="00CE520F"/>
    <w:rsid w:val="00D01748"/>
    <w:rsid w:val="00D9017E"/>
    <w:rsid w:val="00DC4EEF"/>
    <w:rsid w:val="00DE3995"/>
    <w:rsid w:val="00E0394B"/>
    <w:rsid w:val="00EC43BC"/>
    <w:rsid w:val="00F5024A"/>
    <w:rsid w:val="00F55A80"/>
    <w:rsid w:val="00F6637D"/>
    <w:rsid w:val="017240DE"/>
    <w:rsid w:val="01D37B9A"/>
    <w:rsid w:val="029D518A"/>
    <w:rsid w:val="03101E00"/>
    <w:rsid w:val="03280EF8"/>
    <w:rsid w:val="0371289F"/>
    <w:rsid w:val="03914CEF"/>
    <w:rsid w:val="05611D97"/>
    <w:rsid w:val="076F3599"/>
    <w:rsid w:val="0A0700B4"/>
    <w:rsid w:val="0B8909A2"/>
    <w:rsid w:val="0C300E1D"/>
    <w:rsid w:val="0D961154"/>
    <w:rsid w:val="0DE620DB"/>
    <w:rsid w:val="0E1C5AFD"/>
    <w:rsid w:val="0F4E1D05"/>
    <w:rsid w:val="0F64775C"/>
    <w:rsid w:val="0FF860F6"/>
    <w:rsid w:val="10234F21"/>
    <w:rsid w:val="10CF50A9"/>
    <w:rsid w:val="11BD13A5"/>
    <w:rsid w:val="124F64A1"/>
    <w:rsid w:val="13203999"/>
    <w:rsid w:val="16257519"/>
    <w:rsid w:val="17013AE2"/>
    <w:rsid w:val="187C5B16"/>
    <w:rsid w:val="19C12081"/>
    <w:rsid w:val="1BF547FC"/>
    <w:rsid w:val="1BF63E31"/>
    <w:rsid w:val="1CA4563B"/>
    <w:rsid w:val="1CCB0E1A"/>
    <w:rsid w:val="1D0B7468"/>
    <w:rsid w:val="1D2B3667"/>
    <w:rsid w:val="1E0A5972"/>
    <w:rsid w:val="20FB7570"/>
    <w:rsid w:val="20FC3C98"/>
    <w:rsid w:val="21CF4F08"/>
    <w:rsid w:val="2297354C"/>
    <w:rsid w:val="234E6301"/>
    <w:rsid w:val="235651B5"/>
    <w:rsid w:val="23DA1943"/>
    <w:rsid w:val="29634188"/>
    <w:rsid w:val="29791BFE"/>
    <w:rsid w:val="2A685EFA"/>
    <w:rsid w:val="2B110340"/>
    <w:rsid w:val="2BCA04EF"/>
    <w:rsid w:val="2CA70830"/>
    <w:rsid w:val="2CD5539D"/>
    <w:rsid w:val="2D2D7EF0"/>
    <w:rsid w:val="2D5269EE"/>
    <w:rsid w:val="2D7746A6"/>
    <w:rsid w:val="2D8F379E"/>
    <w:rsid w:val="2EBF6305"/>
    <w:rsid w:val="2F9C03F4"/>
    <w:rsid w:val="31376626"/>
    <w:rsid w:val="33185FE3"/>
    <w:rsid w:val="333A23FE"/>
    <w:rsid w:val="36785717"/>
    <w:rsid w:val="36D6243D"/>
    <w:rsid w:val="373D426B"/>
    <w:rsid w:val="375A4E1C"/>
    <w:rsid w:val="37A75B88"/>
    <w:rsid w:val="382316B2"/>
    <w:rsid w:val="389B749B"/>
    <w:rsid w:val="38BD38B5"/>
    <w:rsid w:val="39317DFF"/>
    <w:rsid w:val="3A23599A"/>
    <w:rsid w:val="3ADB0022"/>
    <w:rsid w:val="3DB159B2"/>
    <w:rsid w:val="3DD11BB1"/>
    <w:rsid w:val="40C1415E"/>
    <w:rsid w:val="42A72EE0"/>
    <w:rsid w:val="43AF029E"/>
    <w:rsid w:val="455E3B56"/>
    <w:rsid w:val="46584C1D"/>
    <w:rsid w:val="482A4397"/>
    <w:rsid w:val="49180694"/>
    <w:rsid w:val="4A372D9B"/>
    <w:rsid w:val="4A6C0C97"/>
    <w:rsid w:val="4AB4263E"/>
    <w:rsid w:val="4BC30D8B"/>
    <w:rsid w:val="4DAE7818"/>
    <w:rsid w:val="4DC40DEA"/>
    <w:rsid w:val="4E1E04FA"/>
    <w:rsid w:val="4E807407"/>
    <w:rsid w:val="4E9B1B4B"/>
    <w:rsid w:val="4F247D92"/>
    <w:rsid w:val="4FFE6835"/>
    <w:rsid w:val="505C6443"/>
    <w:rsid w:val="50B52C6C"/>
    <w:rsid w:val="511D0F3D"/>
    <w:rsid w:val="522956BF"/>
    <w:rsid w:val="52F91536"/>
    <w:rsid w:val="532A16EF"/>
    <w:rsid w:val="53A019B1"/>
    <w:rsid w:val="53B316E5"/>
    <w:rsid w:val="541A79B6"/>
    <w:rsid w:val="545F361A"/>
    <w:rsid w:val="5495703C"/>
    <w:rsid w:val="56933A4F"/>
    <w:rsid w:val="57AC6B77"/>
    <w:rsid w:val="580764A3"/>
    <w:rsid w:val="58474AF1"/>
    <w:rsid w:val="595E0345"/>
    <w:rsid w:val="59F42A57"/>
    <w:rsid w:val="5A4F7C8D"/>
    <w:rsid w:val="5C142F3C"/>
    <w:rsid w:val="5D015BB7"/>
    <w:rsid w:val="5DA64068"/>
    <w:rsid w:val="5DBA7B13"/>
    <w:rsid w:val="5E2A6A47"/>
    <w:rsid w:val="5E451AD3"/>
    <w:rsid w:val="61A94127"/>
    <w:rsid w:val="628D7935"/>
    <w:rsid w:val="63471E49"/>
    <w:rsid w:val="63892462"/>
    <w:rsid w:val="64B928D3"/>
    <w:rsid w:val="653B3C30"/>
    <w:rsid w:val="654F4FE5"/>
    <w:rsid w:val="65815AE7"/>
    <w:rsid w:val="66FD119D"/>
    <w:rsid w:val="68460921"/>
    <w:rsid w:val="68914293"/>
    <w:rsid w:val="6A7E25F5"/>
    <w:rsid w:val="6AAE27AE"/>
    <w:rsid w:val="6AEA7C8A"/>
    <w:rsid w:val="6B7439F8"/>
    <w:rsid w:val="6BA77AE4"/>
    <w:rsid w:val="6BE446D9"/>
    <w:rsid w:val="6E4771A1"/>
    <w:rsid w:val="6EDA1DC4"/>
    <w:rsid w:val="6F35524C"/>
    <w:rsid w:val="70E21403"/>
    <w:rsid w:val="71C01745"/>
    <w:rsid w:val="73A17354"/>
    <w:rsid w:val="74BF5CE3"/>
    <w:rsid w:val="75E4177A"/>
    <w:rsid w:val="761D53B8"/>
    <w:rsid w:val="769B62DC"/>
    <w:rsid w:val="76BF021D"/>
    <w:rsid w:val="782C5F8F"/>
    <w:rsid w:val="784F55D0"/>
    <w:rsid w:val="79E32474"/>
    <w:rsid w:val="7CD460A4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qFormat/>
    <w:uiPriority w:val="99"/>
    <w:pPr>
      <w:ind w:left="100" w:leftChars="2500"/>
    </w:pPr>
  </w:style>
  <w:style w:type="paragraph" w:styleId="4">
    <w:name w:val="Balloon Text"/>
    <w:basedOn w:val="1"/>
    <w:link w:val="12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qFormat/>
    <w:uiPriority w:val="99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">
    <w:name w:val="Heading 1 Char"/>
    <w:basedOn w:val="9"/>
    <w:link w:val="2"/>
    <w:qFormat/>
    <w:locked/>
    <w:uiPriority w:val="99"/>
    <w:rPr>
      <w:rFonts w:ascii="Calibri" w:hAnsi="Calibri" w:eastAsia="宋体" w:cs="Calibri"/>
      <w:b/>
      <w:bCs/>
      <w:kern w:val="44"/>
      <w:sz w:val="44"/>
      <w:szCs w:val="44"/>
    </w:rPr>
  </w:style>
  <w:style w:type="character" w:customStyle="1" w:styleId="11">
    <w:name w:val="Date Char"/>
    <w:basedOn w:val="9"/>
    <w:link w:val="3"/>
    <w:semiHidden/>
    <w:qFormat/>
    <w:locked/>
    <w:uiPriority w:val="99"/>
    <w:rPr>
      <w:rFonts w:ascii="Calibri" w:hAnsi="Calibri" w:eastAsia="宋体" w:cs="Calibri"/>
    </w:rPr>
  </w:style>
  <w:style w:type="character" w:customStyle="1" w:styleId="12">
    <w:name w:val="Balloon Text Char"/>
    <w:basedOn w:val="9"/>
    <w:link w:val="4"/>
    <w:semiHidden/>
    <w:qFormat/>
    <w:locked/>
    <w:uiPriority w:val="99"/>
    <w:rPr>
      <w:rFonts w:ascii="Calibri" w:hAnsi="Calibri" w:eastAsia="宋体" w:cs="Calibri"/>
      <w:kern w:val="2"/>
      <w:sz w:val="18"/>
      <w:szCs w:val="18"/>
    </w:rPr>
  </w:style>
  <w:style w:type="character" w:customStyle="1" w:styleId="13">
    <w:name w:val="Footer Char"/>
    <w:basedOn w:val="9"/>
    <w:link w:val="5"/>
    <w:qFormat/>
    <w:locked/>
    <w:uiPriority w:val="99"/>
    <w:rPr>
      <w:sz w:val="18"/>
      <w:szCs w:val="18"/>
    </w:rPr>
  </w:style>
  <w:style w:type="character" w:customStyle="1" w:styleId="14">
    <w:name w:val="Header Char"/>
    <w:basedOn w:val="9"/>
    <w:link w:val="6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147</Words>
  <Characters>147</Characters>
  <Lines>0</Lines>
  <Paragraphs>0</Paragraphs>
  <TotalTime>14</TotalTime>
  <ScaleCrop>false</ScaleCrop>
  <LinksUpToDate>false</LinksUpToDate>
  <CharactersWithSpaces>163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2017-05-03T06:43:00Z</dcterms:created>
  <dc:creator>Administrator</dc:creator>
  <cp:lastModifiedBy>ZCC</cp:lastModifiedBy>
  <dcterms:modified xsi:type="dcterms:W3CDTF">2024-05-27T06:40:22Z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EDC5044DAF334EEFB532694A8F5CA2D9</vt:lpwstr>
  </property>
</Properties>
</file>